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BB5" w:rsidRPr="00B63BB5" w:rsidRDefault="009C57F5" w:rsidP="009C57F5">
      <w:pPr>
        <w:spacing w:after="0"/>
        <w:outlineLvl w:val="0"/>
        <w:rPr>
          <w:rFonts w:cs="Arial"/>
          <w:b/>
          <w:color w:val="0000FF"/>
          <w:sz w:val="28"/>
          <w:szCs w:val="28"/>
        </w:rPr>
      </w:pPr>
      <w:r>
        <w:rPr>
          <w:rFonts w:cs="Arial"/>
          <w:b/>
          <w:color w:val="0000FF"/>
          <w:sz w:val="22"/>
          <w:szCs w:val="22"/>
        </w:rPr>
        <w:t xml:space="preserve">                            </w:t>
      </w:r>
      <w:r w:rsidR="006C007D">
        <w:rPr>
          <w:rFonts w:cs="Arial"/>
          <w:b/>
          <w:color w:val="0000FF"/>
          <w:sz w:val="28"/>
          <w:szCs w:val="28"/>
        </w:rPr>
        <w:t>FORMULAIRE D’ INSCRIPTION</w:t>
      </w:r>
    </w:p>
    <w:p w:rsidR="00B63BB5" w:rsidRPr="00B63BB5" w:rsidRDefault="00B63BB5" w:rsidP="00B63BB5">
      <w:pPr>
        <w:spacing w:after="0"/>
        <w:jc w:val="center"/>
        <w:outlineLvl w:val="0"/>
        <w:rPr>
          <w:rFonts w:cs="Arial"/>
          <w:b/>
          <w:color w:val="0000FF"/>
          <w:szCs w:val="24"/>
        </w:rPr>
      </w:pPr>
    </w:p>
    <w:tbl>
      <w:tblPr>
        <w:tblW w:w="10015" w:type="dxa"/>
        <w:jc w:val="center"/>
        <w:tblLook w:val="01E0" w:firstRow="1" w:lastRow="1" w:firstColumn="1" w:lastColumn="1" w:noHBand="0" w:noVBand="0"/>
      </w:tblPr>
      <w:tblGrid>
        <w:gridCol w:w="2256"/>
        <w:gridCol w:w="2595"/>
        <w:gridCol w:w="1065"/>
        <w:gridCol w:w="16"/>
        <w:gridCol w:w="1329"/>
        <w:gridCol w:w="1189"/>
        <w:gridCol w:w="1565"/>
      </w:tblGrid>
      <w:tr w:rsidR="00B63BB5" w:rsidRPr="00E05A4D" w:rsidTr="00F13D90">
        <w:trPr>
          <w:trHeight w:val="463"/>
          <w:jc w:val="center"/>
        </w:trPr>
        <w:tc>
          <w:tcPr>
            <w:tcW w:w="100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B63BB5" w:rsidRPr="00E05A4D" w:rsidRDefault="00E05A4D" w:rsidP="00B563CF">
            <w:pPr>
              <w:spacing w:after="0"/>
              <w:rPr>
                <w:rFonts w:cs="Arial"/>
                <w:b/>
                <w:bCs/>
                <w:i/>
                <w:iCs/>
                <w:sz w:val="22"/>
                <w:szCs w:val="22"/>
                <w:lang w:val="fr-FR" w:eastAsia="de-DE"/>
              </w:rPr>
            </w:pPr>
            <w:r w:rsidRPr="00E05A4D">
              <w:rPr>
                <w:rFonts w:cs="Arial"/>
                <w:b/>
                <w:bCs/>
                <w:i/>
                <w:iCs/>
                <w:sz w:val="22"/>
                <w:szCs w:val="22"/>
                <w:lang w:val="fr-FR" w:eastAsia="de-DE"/>
              </w:rPr>
              <w:t xml:space="preserve">Ce formulaire doit être rempli par chaque membre de la délégation et transmis dès que possible aux contacts ci-dessous et au plus tard le </w:t>
            </w:r>
            <w:r w:rsidRPr="00E05A4D">
              <w:rPr>
                <w:rFonts w:cs="Arial"/>
                <w:b/>
                <w:bCs/>
                <w:i/>
                <w:iCs/>
                <w:sz w:val="22"/>
                <w:szCs w:val="22"/>
                <w:highlight w:val="yellow"/>
                <w:lang w:val="fr-FR" w:eastAsia="de-DE"/>
              </w:rPr>
              <w:t>16 Février 2015</w:t>
            </w:r>
            <w:r w:rsidRPr="00E05A4D">
              <w:rPr>
                <w:rFonts w:cs="Arial"/>
                <w:b/>
                <w:bCs/>
                <w:i/>
                <w:iCs/>
                <w:sz w:val="22"/>
                <w:szCs w:val="22"/>
                <w:lang w:val="fr-FR" w:eastAsia="de-DE"/>
              </w:rPr>
              <w:t>.</w:t>
            </w:r>
          </w:p>
        </w:tc>
      </w:tr>
      <w:tr w:rsidR="00B63BB5" w:rsidRPr="00F91016" w:rsidTr="00F13D90">
        <w:trPr>
          <w:trHeight w:val="1749"/>
          <w:jc w:val="center"/>
        </w:trPr>
        <w:tc>
          <w:tcPr>
            <w:tcW w:w="4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4D" w:rsidRDefault="00E05A4D" w:rsidP="00B63BB5">
            <w:pPr>
              <w:spacing w:after="0"/>
              <w:jc w:val="both"/>
              <w:rPr>
                <w:rFonts w:cs="Arial"/>
                <w:b/>
                <w:bCs/>
                <w:sz w:val="22"/>
                <w:szCs w:val="22"/>
                <w:lang w:eastAsia="de-DE"/>
              </w:rPr>
            </w:pPr>
          </w:p>
          <w:p w:rsidR="00B63BB5" w:rsidRPr="000E0849" w:rsidRDefault="000E0849" w:rsidP="00B63BB5">
            <w:pPr>
              <w:spacing w:after="0"/>
              <w:jc w:val="both"/>
              <w:rPr>
                <w:rFonts w:cs="Arial"/>
                <w:b/>
                <w:bCs/>
                <w:sz w:val="22"/>
                <w:szCs w:val="22"/>
                <w:lang w:val="fr-FR" w:eastAsia="de-DE"/>
              </w:rPr>
            </w:pPr>
            <w:r>
              <w:rPr>
                <w:rFonts w:cs="Arial"/>
                <w:b/>
                <w:bCs/>
                <w:sz w:val="22"/>
                <w:szCs w:val="22"/>
                <w:lang w:val="fr-FR" w:eastAsia="de-DE"/>
              </w:rPr>
              <w:t>Mme</w:t>
            </w:r>
            <w:r w:rsidR="00B63BB5" w:rsidRPr="000E0849">
              <w:rPr>
                <w:rFonts w:cs="Arial"/>
                <w:b/>
                <w:bCs/>
                <w:sz w:val="22"/>
                <w:szCs w:val="22"/>
                <w:lang w:val="fr-FR" w:eastAsia="de-DE"/>
              </w:rPr>
              <w:t xml:space="preserve">. </w:t>
            </w:r>
            <w:r w:rsidR="009F724E" w:rsidRPr="000E0849">
              <w:rPr>
                <w:rFonts w:cs="Arial"/>
                <w:b/>
                <w:bCs/>
                <w:sz w:val="22"/>
                <w:szCs w:val="22"/>
                <w:lang w:val="fr-FR" w:eastAsia="de-DE"/>
              </w:rPr>
              <w:t>Jihène AISSAOUI</w:t>
            </w:r>
          </w:p>
          <w:p w:rsidR="00E05A4D" w:rsidRDefault="00E05A4D" w:rsidP="00E05A4D">
            <w:pPr>
              <w:spacing w:after="0"/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de-DE"/>
              </w:rPr>
            </w:pPr>
            <w:r w:rsidRPr="00E05A4D">
              <w:rPr>
                <w:rFonts w:cs="Arial"/>
                <w:b/>
                <w:bCs/>
                <w:color w:val="000000"/>
                <w:sz w:val="22"/>
                <w:szCs w:val="22"/>
                <w:lang w:val="de-DE"/>
              </w:rPr>
              <w:t xml:space="preserve">Groupe de travail </w:t>
            </w:r>
            <w:r>
              <w:rPr>
                <w:rFonts w:cs="Arial"/>
                <w:b/>
                <w:bCs/>
                <w:color w:val="000000"/>
                <w:sz w:val="22"/>
                <w:szCs w:val="22"/>
                <w:lang w:val="de-DE"/>
              </w:rPr>
              <w:t xml:space="preserve">du FAD Bureau du </w:t>
            </w:r>
            <w:r w:rsidRPr="00E05A4D">
              <w:rPr>
                <w:rFonts w:cs="Arial"/>
                <w:b/>
                <w:bCs/>
                <w:color w:val="000000"/>
                <w:sz w:val="22"/>
                <w:szCs w:val="22"/>
                <w:lang w:val="fr-FR"/>
              </w:rPr>
              <w:t>secrétariat</w:t>
            </w:r>
            <w:r>
              <w:rPr>
                <w:rFonts w:cs="Arial"/>
                <w:b/>
                <w:bCs/>
                <w:color w:val="000000"/>
                <w:sz w:val="22"/>
                <w:szCs w:val="22"/>
                <w:lang w:val="de-DE"/>
              </w:rPr>
              <w:t xml:space="preserve">           </w:t>
            </w:r>
          </w:p>
          <w:p w:rsidR="00E05A4D" w:rsidRDefault="00E05A4D" w:rsidP="00B63BB5">
            <w:pPr>
              <w:spacing w:after="0"/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de-DE"/>
              </w:rPr>
            </w:pPr>
            <w:r w:rsidRPr="00E05A4D">
              <w:rPr>
                <w:rFonts w:cs="Arial"/>
                <w:b/>
                <w:bCs/>
                <w:color w:val="000000"/>
                <w:sz w:val="22"/>
                <w:szCs w:val="22"/>
                <w:lang w:val="de-DE"/>
              </w:rPr>
              <w:t>Banque Africaine de Développement</w:t>
            </w:r>
          </w:p>
          <w:p w:rsidR="00B63BB5" w:rsidRPr="00B63BB5" w:rsidRDefault="00B63BB5" w:rsidP="00B63BB5">
            <w:pPr>
              <w:spacing w:after="0"/>
              <w:jc w:val="both"/>
              <w:rPr>
                <w:rFonts w:cs="Arial"/>
                <w:i/>
                <w:iCs/>
                <w:color w:val="000000"/>
                <w:sz w:val="22"/>
                <w:szCs w:val="22"/>
                <w:lang w:val="de-DE"/>
              </w:rPr>
            </w:pPr>
            <w:r w:rsidRPr="00B63BB5">
              <w:rPr>
                <w:rFonts w:cs="Arial"/>
                <w:i/>
                <w:iCs/>
                <w:color w:val="000000"/>
                <w:sz w:val="22"/>
                <w:szCs w:val="22"/>
                <w:lang w:val="de-DE"/>
              </w:rPr>
              <w:t xml:space="preserve">Tel: +216 7110 </w:t>
            </w:r>
            <w:r w:rsidR="009F724E" w:rsidRPr="0040493E">
              <w:rPr>
                <w:rFonts w:cs="Arial"/>
                <w:i/>
                <w:iCs/>
                <w:color w:val="000000"/>
                <w:sz w:val="22"/>
                <w:szCs w:val="22"/>
                <w:lang w:val="de-DE"/>
              </w:rPr>
              <w:t>3807</w:t>
            </w:r>
          </w:p>
          <w:p w:rsidR="00B63BB5" w:rsidRPr="00B63BB5" w:rsidRDefault="00B63BB5" w:rsidP="009F724E">
            <w:pPr>
              <w:spacing w:after="0"/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de-DE"/>
              </w:rPr>
            </w:pPr>
            <w:r w:rsidRPr="00B563CF">
              <w:rPr>
                <w:rFonts w:cs="Arial"/>
                <w:color w:val="000000"/>
                <w:sz w:val="22"/>
                <w:szCs w:val="22"/>
                <w:lang w:val="en-US"/>
              </w:rPr>
              <w:t xml:space="preserve">E-mail: </w:t>
            </w:r>
            <w:r w:rsidR="009F724E" w:rsidRPr="00B563CF">
              <w:rPr>
                <w:rFonts w:cs="Arial"/>
                <w:color w:val="0000FF"/>
                <w:sz w:val="22"/>
                <w:szCs w:val="22"/>
                <w:u w:val="single"/>
                <w:lang w:val="en-US"/>
              </w:rPr>
              <w:t>j.aissaoui@afdb.org</w:t>
            </w:r>
          </w:p>
        </w:tc>
        <w:tc>
          <w:tcPr>
            <w:tcW w:w="5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E05A4D" w:rsidRDefault="00E05A4D" w:rsidP="00B63BB5">
            <w:pPr>
              <w:spacing w:after="0"/>
              <w:jc w:val="both"/>
              <w:rPr>
                <w:rFonts w:cs="Arial"/>
                <w:b/>
                <w:bCs/>
                <w:sz w:val="22"/>
                <w:szCs w:val="22"/>
                <w:lang w:val="fr-FR" w:eastAsia="de-DE"/>
              </w:rPr>
            </w:pPr>
            <w:r w:rsidRPr="00E05A4D">
              <w:rPr>
                <w:rFonts w:cs="Arial"/>
                <w:b/>
                <w:bCs/>
                <w:sz w:val="22"/>
                <w:szCs w:val="22"/>
                <w:lang w:val="fr-FR" w:eastAsia="de-DE"/>
              </w:rPr>
              <w:t>M</w:t>
            </w:r>
            <w:r w:rsidR="00B63BB5" w:rsidRPr="00E05A4D">
              <w:rPr>
                <w:rFonts w:cs="Arial"/>
                <w:b/>
                <w:bCs/>
                <w:sz w:val="22"/>
                <w:szCs w:val="22"/>
                <w:lang w:val="fr-FR" w:eastAsia="de-DE"/>
              </w:rPr>
              <w:t xml:space="preserve">. </w:t>
            </w:r>
            <w:r w:rsidR="0040493E" w:rsidRPr="00E05A4D">
              <w:rPr>
                <w:rFonts w:cs="Arial"/>
                <w:b/>
                <w:bCs/>
                <w:sz w:val="22"/>
                <w:szCs w:val="22"/>
                <w:lang w:val="fr-FR" w:eastAsia="de-DE"/>
              </w:rPr>
              <w:t>Oscar PITTI-RIVERA</w:t>
            </w:r>
          </w:p>
          <w:p w:rsidR="00E05A4D" w:rsidRDefault="00E05A4D" w:rsidP="00E05A4D">
            <w:pPr>
              <w:spacing w:after="0"/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de-DE"/>
              </w:rPr>
            </w:pPr>
            <w:r w:rsidRPr="00E05A4D">
              <w:rPr>
                <w:rFonts w:cs="Arial"/>
                <w:b/>
                <w:bCs/>
                <w:color w:val="000000"/>
                <w:sz w:val="22"/>
                <w:szCs w:val="22"/>
                <w:lang w:val="de-DE"/>
              </w:rPr>
              <w:t xml:space="preserve">Groupe de travail </w:t>
            </w:r>
            <w:r>
              <w:rPr>
                <w:rFonts w:cs="Arial"/>
                <w:b/>
                <w:bCs/>
                <w:color w:val="000000"/>
                <w:sz w:val="22"/>
                <w:szCs w:val="22"/>
                <w:lang w:val="de-DE"/>
              </w:rPr>
              <w:t xml:space="preserve">du FAD Bureau du </w:t>
            </w:r>
            <w:r w:rsidRPr="00E05A4D">
              <w:rPr>
                <w:rFonts w:cs="Arial"/>
                <w:b/>
                <w:bCs/>
                <w:color w:val="000000"/>
                <w:sz w:val="22"/>
                <w:szCs w:val="22"/>
                <w:lang w:val="fr-FR"/>
              </w:rPr>
              <w:t>scrétariat</w:t>
            </w:r>
            <w:r>
              <w:rPr>
                <w:rFonts w:cs="Arial"/>
                <w:b/>
                <w:bCs/>
                <w:color w:val="000000"/>
                <w:sz w:val="22"/>
                <w:szCs w:val="22"/>
                <w:lang w:val="de-DE"/>
              </w:rPr>
              <w:t xml:space="preserve">           </w:t>
            </w:r>
          </w:p>
          <w:p w:rsidR="00E05A4D" w:rsidRDefault="00E05A4D" w:rsidP="00E05A4D">
            <w:pPr>
              <w:spacing w:after="0"/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de-DE"/>
              </w:rPr>
            </w:pPr>
            <w:r w:rsidRPr="00E05A4D">
              <w:rPr>
                <w:rFonts w:cs="Arial"/>
                <w:b/>
                <w:bCs/>
                <w:color w:val="000000"/>
                <w:sz w:val="22"/>
                <w:szCs w:val="22"/>
                <w:lang w:val="de-DE"/>
              </w:rPr>
              <w:t>Banque Africaine de Développement</w:t>
            </w:r>
          </w:p>
          <w:p w:rsidR="00B63BB5" w:rsidRPr="00B63BB5" w:rsidRDefault="00B63BB5" w:rsidP="00B63BB5">
            <w:pPr>
              <w:spacing w:after="0"/>
              <w:jc w:val="both"/>
              <w:rPr>
                <w:rFonts w:cs="Arial"/>
                <w:i/>
                <w:iCs/>
                <w:color w:val="000000"/>
                <w:sz w:val="22"/>
                <w:szCs w:val="22"/>
                <w:lang w:val="de-DE"/>
              </w:rPr>
            </w:pPr>
            <w:r w:rsidRPr="00B63BB5">
              <w:rPr>
                <w:rFonts w:cs="Arial"/>
                <w:i/>
                <w:iCs/>
                <w:color w:val="000000"/>
                <w:sz w:val="22"/>
                <w:szCs w:val="22"/>
                <w:lang w:val="de-DE"/>
              </w:rPr>
              <w:t>Tel: +216 7110 2</w:t>
            </w:r>
            <w:r w:rsidR="0040493E" w:rsidRPr="0040493E">
              <w:rPr>
                <w:rFonts w:cs="Arial"/>
                <w:i/>
                <w:iCs/>
                <w:color w:val="000000"/>
                <w:sz w:val="22"/>
                <w:szCs w:val="22"/>
                <w:lang w:val="de-DE"/>
              </w:rPr>
              <w:t>534</w:t>
            </w:r>
          </w:p>
          <w:p w:rsidR="00B63BB5" w:rsidRPr="005C3983" w:rsidRDefault="00B63BB5" w:rsidP="0040493E">
            <w:pPr>
              <w:spacing w:after="0"/>
              <w:jc w:val="both"/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5C3983">
              <w:rPr>
                <w:rFonts w:cs="Arial"/>
                <w:color w:val="000000"/>
                <w:sz w:val="22"/>
                <w:szCs w:val="22"/>
                <w:lang w:val="en-US"/>
              </w:rPr>
              <w:t xml:space="preserve">E-mail : </w:t>
            </w:r>
            <w:hyperlink r:id="rId8" w:history="1">
              <w:r w:rsidR="0040493E" w:rsidRPr="005C3983">
                <w:rPr>
                  <w:rStyle w:val="Lienhypertexte"/>
                  <w:rFonts w:cs="Arial"/>
                  <w:sz w:val="22"/>
                  <w:szCs w:val="22"/>
                  <w:lang w:val="en-US"/>
                </w:rPr>
                <w:t>o.pittirivera@afdb.org</w:t>
              </w:r>
            </w:hyperlink>
          </w:p>
        </w:tc>
      </w:tr>
      <w:tr w:rsidR="00B63BB5" w:rsidRPr="00B63BB5" w:rsidTr="00F13D90">
        <w:trPr>
          <w:cantSplit/>
          <w:trHeight w:val="587"/>
          <w:jc w:val="center"/>
        </w:trPr>
        <w:tc>
          <w:tcPr>
            <w:tcW w:w="4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0E0849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i-FI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Prénom</w:t>
            </w:r>
            <w:r w:rsidR="00B63BB5" w:rsidRPr="00B63BB5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:</w:t>
            </w:r>
          </w:p>
        </w:tc>
        <w:tc>
          <w:tcPr>
            <w:tcW w:w="5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0E0849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i-FI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Nom</w:t>
            </w:r>
            <w:r w:rsidR="00B63BB5" w:rsidRPr="00B63BB5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/s:</w:t>
            </w:r>
          </w:p>
        </w:tc>
      </w:tr>
      <w:tr w:rsidR="00B63BB5" w:rsidRPr="00B63BB5" w:rsidTr="00F13D90">
        <w:trPr>
          <w:cantSplit/>
          <w:trHeight w:val="349"/>
          <w:jc w:val="center"/>
        </w:trPr>
        <w:tc>
          <w:tcPr>
            <w:tcW w:w="100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6C007D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i-FI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Pays</w:t>
            </w:r>
            <w:r w:rsidR="00B63BB5" w:rsidRPr="00B63BB5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:</w:t>
            </w:r>
          </w:p>
        </w:tc>
      </w:tr>
      <w:tr w:rsidR="00B63BB5" w:rsidRPr="00B63BB5" w:rsidTr="00F13D90">
        <w:trPr>
          <w:cantSplit/>
          <w:trHeight w:val="349"/>
          <w:jc w:val="center"/>
        </w:trPr>
        <w:tc>
          <w:tcPr>
            <w:tcW w:w="1001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B63BB5" w:rsidP="006C007D">
            <w:pPr>
              <w:spacing w:after="0"/>
              <w:rPr>
                <w:rFonts w:cs="Arial"/>
                <w:b/>
                <w:color w:val="000000"/>
                <w:sz w:val="22"/>
                <w:szCs w:val="22"/>
              </w:rPr>
            </w:pPr>
            <w:r w:rsidRPr="00B63BB5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Nationalit</w:t>
            </w:r>
            <w:r w:rsidR="006C007D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é</w:t>
            </w:r>
            <w:r w:rsidRPr="00B63BB5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 xml:space="preserve">: </w:t>
            </w:r>
          </w:p>
        </w:tc>
      </w:tr>
      <w:tr w:rsidR="00B63BB5" w:rsidRPr="00B63BB5" w:rsidTr="00F13D90">
        <w:trPr>
          <w:cantSplit/>
          <w:trHeight w:val="601"/>
          <w:jc w:val="center"/>
        </w:trPr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B63BB5" w:rsidP="00E817D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i-FI"/>
              </w:rPr>
            </w:pPr>
            <w:r w:rsidRPr="00B63BB5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Organi</w:t>
            </w:r>
            <w:r w:rsidR="00E817D5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s</w:t>
            </w:r>
            <w:r w:rsidRPr="00B63BB5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ation:</w:t>
            </w: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B63BB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0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E817D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i-FI"/>
              </w:rPr>
            </w:pPr>
            <w:r w:rsidRPr="00E817D5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Civilité</w:t>
            </w:r>
            <w:r w:rsidR="00B63BB5" w:rsidRPr="00B63BB5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: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6C007D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i-FI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M</w:t>
            </w:r>
            <w:r w:rsidR="00B63BB5" w:rsidRPr="00B63BB5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.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E817D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i-FI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 xml:space="preserve">Chef de </w:t>
            </w:r>
            <w:r w:rsidR="00B63BB5" w:rsidRPr="00B63BB5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Delegation:</w:t>
            </w:r>
          </w:p>
        </w:tc>
      </w:tr>
      <w:tr w:rsidR="00B63BB5" w:rsidRPr="00E817D5" w:rsidTr="00F13D90">
        <w:trPr>
          <w:cantSplit/>
          <w:trHeight w:val="601"/>
          <w:jc w:val="center"/>
        </w:trPr>
        <w:tc>
          <w:tcPr>
            <w:tcW w:w="2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B63BB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2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B63BB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0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B63BB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E817D5" w:rsidP="00E817D5">
            <w:pPr>
              <w:spacing w:after="0" w:line="480" w:lineRule="auto"/>
              <w:rPr>
                <w:rFonts w:cs="Arial"/>
                <w:b/>
                <w:color w:val="000000"/>
                <w:sz w:val="22"/>
                <w:szCs w:val="22"/>
                <w:lang w:val="fi-FI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Mme</w:t>
            </w:r>
            <w:r w:rsidR="00B63BB5" w:rsidRPr="00B63BB5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./</w:t>
            </w:r>
            <w:r w:rsidRPr="00E817D5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Mlle</w:t>
            </w:r>
            <w:r w:rsidR="00B63BB5" w:rsidRPr="00B63BB5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.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E817D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i-FI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Autre</w:t>
            </w:r>
            <w:r w:rsidR="00B63BB5" w:rsidRPr="00B63BB5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:</w:t>
            </w:r>
          </w:p>
        </w:tc>
      </w:tr>
      <w:tr w:rsidR="00B63BB5" w:rsidRPr="00E817D5" w:rsidTr="00F13D90">
        <w:trPr>
          <w:cantSplit/>
          <w:trHeight w:val="601"/>
          <w:jc w:val="center"/>
        </w:trPr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B63BB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2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B63BB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5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E817D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i-FI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Role</w:t>
            </w:r>
            <w:r w:rsidR="00B63BB5" w:rsidRPr="00B63BB5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:</w:t>
            </w:r>
          </w:p>
        </w:tc>
      </w:tr>
      <w:tr w:rsidR="00B63BB5" w:rsidRPr="00E817D5" w:rsidTr="00F13D90">
        <w:trPr>
          <w:cantSplit/>
          <w:trHeight w:val="450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E817D5" w:rsidP="00E817D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i-FI"/>
              </w:rPr>
            </w:pPr>
            <w:r w:rsidRPr="00E817D5">
              <w:rPr>
                <w:rFonts w:cs="Arial"/>
                <w:b/>
                <w:color w:val="000000"/>
                <w:sz w:val="22"/>
                <w:szCs w:val="22"/>
                <w:lang w:val="fr-WINDIES"/>
              </w:rPr>
              <w:t>A</w:t>
            </w:r>
            <w:r w:rsidRPr="00E817D5">
              <w:rPr>
                <w:rFonts w:cs="Arial"/>
                <w:b/>
                <w:color w:val="000000"/>
                <w:sz w:val="22"/>
                <w:szCs w:val="22"/>
                <w:lang w:val="fr-WINDIES"/>
              </w:rPr>
              <w:t>dresse</w:t>
            </w:r>
            <w:r w:rsidRPr="00E817D5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 xml:space="preserve"> </w:t>
            </w:r>
            <w:r w:rsidRPr="00E817D5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P</w:t>
            </w:r>
            <w:r w:rsidRPr="00E817D5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ostale</w:t>
            </w:r>
            <w:r w:rsidRPr="00E817D5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 xml:space="preserve"> O</w:t>
            </w:r>
            <w:r w:rsidRPr="00E817D5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fficielle</w:t>
            </w:r>
            <w:r w:rsidRPr="00E817D5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 xml:space="preserve"> </w:t>
            </w:r>
            <w:r w:rsidR="00B63BB5" w:rsidRPr="00B63BB5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:</w:t>
            </w:r>
          </w:p>
        </w:tc>
        <w:tc>
          <w:tcPr>
            <w:tcW w:w="7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B63BB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i-FI"/>
              </w:rPr>
            </w:pPr>
          </w:p>
        </w:tc>
      </w:tr>
      <w:tr w:rsidR="00B63BB5" w:rsidRPr="00E817D5" w:rsidTr="00F13D90">
        <w:trPr>
          <w:cantSplit/>
          <w:trHeight w:val="450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B63BB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i-FI"/>
              </w:rPr>
            </w:pPr>
            <w:r w:rsidRPr="00B63BB5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Fax/</w:t>
            </w:r>
            <w:r w:rsidR="006C007D" w:rsidRPr="006C007D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Téléphone:</w:t>
            </w:r>
          </w:p>
        </w:tc>
        <w:tc>
          <w:tcPr>
            <w:tcW w:w="7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B63BB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i-FI"/>
              </w:rPr>
            </w:pPr>
          </w:p>
        </w:tc>
      </w:tr>
      <w:tr w:rsidR="00B63BB5" w:rsidRPr="00E817D5" w:rsidTr="00F13D90">
        <w:trPr>
          <w:cantSplit/>
          <w:trHeight w:val="450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E817D5" w:rsidRDefault="00B63BB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r-FR"/>
              </w:rPr>
            </w:pPr>
            <w:r w:rsidRPr="00B63BB5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E-mail:</w:t>
            </w:r>
          </w:p>
        </w:tc>
        <w:tc>
          <w:tcPr>
            <w:tcW w:w="7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E817D5" w:rsidRDefault="00B63BB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r-FR"/>
              </w:rPr>
            </w:pPr>
          </w:p>
        </w:tc>
      </w:tr>
      <w:tr w:rsidR="00B63BB5" w:rsidRPr="006C007D" w:rsidTr="00F13D90">
        <w:trPr>
          <w:cantSplit/>
          <w:trHeight w:val="450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6C007D" w:rsidRDefault="006C007D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r-FR"/>
              </w:rPr>
            </w:pPr>
            <w:r w:rsidRPr="006C007D">
              <w:rPr>
                <w:rFonts w:cs="Arial"/>
                <w:b/>
                <w:color w:val="000000"/>
                <w:sz w:val="22"/>
                <w:szCs w:val="22"/>
                <w:lang w:val="fr-FR"/>
              </w:rPr>
              <w:t>Date et lieu de naissance:</w:t>
            </w:r>
          </w:p>
        </w:tc>
        <w:tc>
          <w:tcPr>
            <w:tcW w:w="7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6C007D" w:rsidRDefault="00B63BB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r-FR"/>
              </w:rPr>
            </w:pPr>
          </w:p>
        </w:tc>
      </w:tr>
      <w:tr w:rsidR="00B63BB5" w:rsidRPr="006C007D" w:rsidTr="00F13D90">
        <w:trPr>
          <w:cantSplit/>
          <w:trHeight w:val="763"/>
          <w:jc w:val="center"/>
        </w:trPr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E817D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i-FI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N</w:t>
            </w:r>
            <w:r>
              <w:rPr>
                <w:rFonts w:cs="Arial"/>
                <w:b/>
                <w:color w:val="000000"/>
                <w:sz w:val="22"/>
                <w:szCs w:val="22"/>
              </w:rPr>
              <w:t>°</w:t>
            </w:r>
            <w:bookmarkStart w:id="0" w:name="_GoBack"/>
            <w:bookmarkEnd w:id="0"/>
            <w:r w:rsidRPr="00E817D5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 xml:space="preserve"> de passeport</w:t>
            </w:r>
            <w:r w:rsidR="00B63BB5" w:rsidRPr="00B63BB5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:</w:t>
            </w: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B63BB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6C007D" w:rsidRDefault="006C007D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r-FR"/>
              </w:rPr>
            </w:pPr>
            <w:r w:rsidRPr="006C007D">
              <w:rPr>
                <w:rFonts w:cs="Arial"/>
                <w:b/>
                <w:color w:val="000000"/>
                <w:sz w:val="22"/>
                <w:szCs w:val="22"/>
                <w:lang w:val="fr-FR"/>
              </w:rPr>
              <w:t>Date et lieu de délivrance</w:t>
            </w:r>
            <w:r>
              <w:rPr>
                <w:rFonts w:cs="Arial"/>
                <w:b/>
                <w:color w:val="000000"/>
                <w:sz w:val="22"/>
                <w:szCs w:val="22"/>
                <w:lang w:val="fr-FR"/>
              </w:rPr>
              <w:t> :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6C007D" w:rsidRDefault="00B63BB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r-FR"/>
              </w:rPr>
            </w:pPr>
          </w:p>
        </w:tc>
      </w:tr>
      <w:tr w:rsidR="00B63BB5" w:rsidRPr="00B63BB5" w:rsidTr="00F13D90">
        <w:trPr>
          <w:cantSplit/>
          <w:trHeight w:val="763"/>
          <w:jc w:val="center"/>
        </w:trPr>
        <w:tc>
          <w:tcPr>
            <w:tcW w:w="2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B63BB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2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B63BB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B63BB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</w:rPr>
            </w:pPr>
            <w:r w:rsidRPr="00B63BB5">
              <w:rPr>
                <w:rFonts w:cs="Arial"/>
                <w:b/>
                <w:color w:val="000000"/>
                <w:sz w:val="22"/>
                <w:szCs w:val="22"/>
              </w:rPr>
              <w:t>Date</w:t>
            </w:r>
            <w:r w:rsidR="006C007D">
              <w:rPr>
                <w:rFonts w:cs="Arial"/>
                <w:b/>
                <w:color w:val="000000"/>
                <w:sz w:val="22"/>
                <w:szCs w:val="22"/>
              </w:rPr>
              <w:t xml:space="preserve"> d’expiration</w:t>
            </w:r>
            <w:r w:rsidRPr="00B63BB5">
              <w:rPr>
                <w:rFonts w:cs="Arial"/>
                <w:b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B63BB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</w:tr>
      <w:tr w:rsidR="00B63BB5" w:rsidRPr="00B63BB5" w:rsidTr="00F13D90">
        <w:trPr>
          <w:cantSplit/>
          <w:trHeight w:val="502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6C007D" w:rsidP="006C007D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i-FI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Demande d’une lettre d’invitation</w:t>
            </w:r>
          </w:p>
        </w:tc>
        <w:tc>
          <w:tcPr>
            <w:tcW w:w="3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6C007D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i-FI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Oui</w:t>
            </w:r>
            <w:r w:rsidR="00B63BB5" w:rsidRPr="00B63BB5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 xml:space="preserve"> </w:t>
            </w:r>
          </w:p>
        </w:tc>
        <w:tc>
          <w:tcPr>
            <w:tcW w:w="4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B63BB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i-FI"/>
              </w:rPr>
            </w:pPr>
            <w:r w:rsidRPr="00B63BB5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No</w:t>
            </w:r>
            <w:r w:rsidR="006C007D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n</w:t>
            </w:r>
          </w:p>
        </w:tc>
      </w:tr>
      <w:tr w:rsidR="00B63BB5" w:rsidRPr="00B63BB5" w:rsidTr="00F13D90">
        <w:trPr>
          <w:cantSplit/>
          <w:trHeight w:val="502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6C007D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i-FI"/>
              </w:rPr>
            </w:pPr>
            <w:r w:rsidRPr="006C007D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R</w:t>
            </w:r>
            <w:r w:rsidRPr="006C007D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 xml:space="preserve">estrictions </w:t>
            </w:r>
            <w:r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 xml:space="preserve"> </w:t>
            </w:r>
            <w:r w:rsidRPr="006C007D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alimentaires</w:t>
            </w:r>
          </w:p>
        </w:tc>
        <w:tc>
          <w:tcPr>
            <w:tcW w:w="7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B63BB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i-FI"/>
              </w:rPr>
            </w:pPr>
          </w:p>
        </w:tc>
      </w:tr>
      <w:tr w:rsidR="00B63BB5" w:rsidRPr="00B63BB5" w:rsidTr="00F13D90">
        <w:trPr>
          <w:cantSplit/>
          <w:trHeight w:val="333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6C007D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i-FI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D</w:t>
            </w:r>
            <w:r w:rsidR="00B63BB5" w:rsidRPr="00B63BB5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>ate</w:t>
            </w:r>
            <w:r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 xml:space="preserve"> d’arrivé</w:t>
            </w:r>
            <w:r w:rsidR="00B63BB5" w:rsidRPr="00B63BB5">
              <w:rPr>
                <w:rFonts w:cs="Arial"/>
                <w:b/>
                <w:color w:val="000000"/>
                <w:sz w:val="22"/>
                <w:szCs w:val="22"/>
                <w:lang w:val="fi-FI"/>
              </w:rPr>
              <w:t xml:space="preserve">: 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B63BB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6C007D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Vol n °</w:t>
            </w:r>
            <w:r w:rsidR="00B63BB5" w:rsidRPr="00B63BB5">
              <w:rPr>
                <w:rFonts w:cs="Arial"/>
                <w:b/>
                <w:color w:val="000000"/>
                <w:sz w:val="22"/>
                <w:szCs w:val="22"/>
              </w:rPr>
              <w:t>./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B63BB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B63BB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</w:tr>
      <w:tr w:rsidR="00B63BB5" w:rsidRPr="00B63BB5" w:rsidTr="00F13D90">
        <w:trPr>
          <w:cantSplit/>
          <w:trHeight w:val="333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6C007D" w:rsidP="00E817D5">
            <w:pPr>
              <w:spacing w:after="0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D</w:t>
            </w:r>
            <w:r w:rsidR="00B63BB5" w:rsidRPr="00B63BB5">
              <w:rPr>
                <w:rFonts w:cs="Arial"/>
                <w:b/>
                <w:color w:val="000000"/>
                <w:sz w:val="22"/>
                <w:szCs w:val="22"/>
              </w:rPr>
              <w:t>ate</w:t>
            </w:r>
            <w:r>
              <w:rPr>
                <w:rFonts w:cs="Arial"/>
                <w:b/>
                <w:color w:val="000000"/>
                <w:sz w:val="22"/>
                <w:szCs w:val="22"/>
              </w:rPr>
              <w:t xml:space="preserve"> de d</w:t>
            </w:r>
            <w:r w:rsidR="00E817D5">
              <w:rPr>
                <w:rFonts w:cs="Arial"/>
                <w:b/>
                <w:color w:val="000000"/>
                <w:sz w:val="22"/>
                <w:szCs w:val="22"/>
              </w:rPr>
              <w:t>é</w:t>
            </w:r>
            <w:r>
              <w:rPr>
                <w:rFonts w:cs="Arial"/>
                <w:b/>
                <w:color w:val="000000"/>
                <w:sz w:val="22"/>
                <w:szCs w:val="22"/>
              </w:rPr>
              <w:t>part</w:t>
            </w:r>
            <w:r w:rsidR="00B63BB5" w:rsidRPr="00B63BB5">
              <w:rPr>
                <w:rFonts w:cs="Arial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B63BB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6C007D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Vol n °</w:t>
            </w:r>
            <w:r w:rsidRPr="00B63BB5">
              <w:rPr>
                <w:rFonts w:cs="Arial"/>
                <w:b/>
                <w:color w:val="000000"/>
                <w:sz w:val="22"/>
                <w:szCs w:val="22"/>
              </w:rPr>
              <w:t>./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B63BB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B63BB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</w:tr>
      <w:tr w:rsidR="00B63BB5" w:rsidRPr="00B63BB5" w:rsidTr="00F13D90">
        <w:trPr>
          <w:cantSplit/>
          <w:trHeight w:val="866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B63BB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</w:rPr>
            </w:pPr>
            <w:r w:rsidRPr="00B63BB5">
              <w:rPr>
                <w:rFonts w:cs="Arial"/>
                <w:b/>
                <w:color w:val="000000"/>
                <w:sz w:val="22"/>
                <w:szCs w:val="22"/>
              </w:rPr>
              <w:t xml:space="preserve">Date: 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B63BB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B63BB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</w:rPr>
            </w:pPr>
            <w:r w:rsidRPr="00B63BB5">
              <w:rPr>
                <w:rFonts w:cs="Arial"/>
                <w:b/>
                <w:color w:val="000000"/>
                <w:sz w:val="22"/>
                <w:szCs w:val="22"/>
              </w:rPr>
              <w:t xml:space="preserve">Signature: 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B5" w:rsidRPr="00B63BB5" w:rsidRDefault="00B63BB5" w:rsidP="00B63BB5">
            <w:pPr>
              <w:spacing w:after="0"/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</w:tr>
    </w:tbl>
    <w:p w:rsidR="00B63BB5" w:rsidRPr="00B63BB5" w:rsidRDefault="00B63BB5" w:rsidP="00B63BB5">
      <w:pPr>
        <w:spacing w:after="0"/>
        <w:outlineLvl w:val="0"/>
        <w:rPr>
          <w:rFonts w:cs="Arial"/>
          <w:color w:val="000000"/>
          <w:sz w:val="20"/>
        </w:rPr>
      </w:pPr>
    </w:p>
    <w:p w:rsidR="006055A6" w:rsidRDefault="006055A6" w:rsidP="00B63BB5"/>
    <w:sectPr w:rsidR="006055A6" w:rsidSect="00F91016">
      <w:headerReference w:type="default" r:id="rId9"/>
      <w:footerReference w:type="default" r:id="rId10"/>
      <w:type w:val="continuous"/>
      <w:pgSz w:w="11906" w:h="16838" w:code="9"/>
      <w:pgMar w:top="1260" w:right="1417" w:bottom="1080" w:left="1417" w:header="538" w:footer="38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8B4" w:rsidRDefault="000168B4">
      <w:r>
        <w:separator/>
      </w:r>
    </w:p>
  </w:endnote>
  <w:endnote w:type="continuationSeparator" w:id="0">
    <w:p w:rsidR="000168B4" w:rsidRDefault="00016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067" w:rsidRPr="00134BEB" w:rsidRDefault="00134BEB" w:rsidP="00134BEB">
    <w:pPr>
      <w:pStyle w:val="NormalSmall"/>
      <w:jc w:val="center"/>
      <w:rPr>
        <w:b/>
      </w:rPr>
    </w:pPr>
    <w:r>
      <w:fldChar w:fldCharType="begin"/>
    </w:r>
    <w:r>
      <w:instrText xml:space="preserve"> REF  bkFooterNote </w:instrText>
    </w:r>
    <w:r>
      <w:fldChar w:fldCharType="end"/>
    </w:r>
  </w:p>
  <w:p w:rsidR="00055067" w:rsidRDefault="000550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8B4" w:rsidRDefault="000168B4">
      <w:r>
        <w:separator/>
      </w:r>
    </w:p>
  </w:footnote>
  <w:footnote w:type="continuationSeparator" w:id="0">
    <w:p w:rsidR="000168B4" w:rsidRDefault="000168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067" w:rsidRPr="00134BEB" w:rsidRDefault="00134BEB" w:rsidP="00134BEB">
    <w:pPr>
      <w:pStyle w:val="NormalSmall"/>
      <w:jc w:val="center"/>
      <w:rPr>
        <w:b/>
      </w:rPr>
    </w:pPr>
    <w:r>
      <w:fldChar w:fldCharType="begin"/>
    </w:r>
    <w:r>
      <w:instrText xml:space="preserve"> REF  bkHeaderNote </w:instrText>
    </w:r>
    <w:r>
      <w:fldChar w:fldCharType="end"/>
    </w:r>
  </w:p>
  <w:p w:rsidR="00055067" w:rsidRDefault="0005506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41275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1647DAC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02CC722C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0CF826F3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15D663EB"/>
    <w:multiLevelType w:val="hybridMultilevel"/>
    <w:tmpl w:val="9B86D27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2417F8"/>
    <w:multiLevelType w:val="multilevel"/>
    <w:tmpl w:val="7D14E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236C2B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>
    <w:nsid w:val="1F3B4D7D"/>
    <w:multiLevelType w:val="hybridMultilevel"/>
    <w:tmpl w:val="D2721CDA"/>
    <w:lvl w:ilvl="0" w:tplc="821AA1C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3884EC4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244051CB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>
    <w:nsid w:val="2546263A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>
    <w:nsid w:val="2E372ECA"/>
    <w:multiLevelType w:val="singleLevel"/>
    <w:tmpl w:val="33A83ABA"/>
    <w:lvl w:ilvl="0">
      <w:start w:val="1"/>
      <w:numFmt w:val="bullet"/>
      <w:lvlText w:val=""/>
      <w:lvlJc w:val="left"/>
      <w:pPr>
        <w:tabs>
          <w:tab w:val="num" w:pos="794"/>
        </w:tabs>
        <w:ind w:left="794" w:hanging="794"/>
      </w:pPr>
      <w:rPr>
        <w:rFonts w:ascii="Symbol" w:hAnsi="Symbol" w:hint="default"/>
      </w:rPr>
    </w:lvl>
  </w:abstractNum>
  <w:abstractNum w:abstractNumId="12">
    <w:nsid w:val="377D7441"/>
    <w:multiLevelType w:val="singleLevel"/>
    <w:tmpl w:val="60120E54"/>
    <w:lvl w:ilvl="0">
      <w:start w:val="1"/>
      <w:numFmt w:val="decimal"/>
      <w:lvlText w:val="%1"/>
      <w:lvlJc w:val="left"/>
      <w:pPr>
        <w:tabs>
          <w:tab w:val="num" w:pos="794"/>
        </w:tabs>
        <w:ind w:left="794" w:hanging="794"/>
      </w:pPr>
    </w:lvl>
  </w:abstractNum>
  <w:abstractNum w:abstractNumId="13">
    <w:nsid w:val="3B4872A6"/>
    <w:multiLevelType w:val="multilevel"/>
    <w:tmpl w:val="594295DA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D6499E"/>
    <w:multiLevelType w:val="hybridMultilevel"/>
    <w:tmpl w:val="2EF4D6FA"/>
    <w:lvl w:ilvl="0" w:tplc="D5F0FBF4">
      <w:start w:val="1"/>
      <w:numFmt w:val="none"/>
      <w:lvlText w:val="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64543C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43DD3EFA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>
    <w:nsid w:val="450F1BC0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>
    <w:nsid w:val="491E418B"/>
    <w:multiLevelType w:val="hybridMultilevel"/>
    <w:tmpl w:val="4AFC2E3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FE589A"/>
    <w:multiLevelType w:val="singleLevel"/>
    <w:tmpl w:val="61FA457A"/>
    <w:lvl w:ilvl="0">
      <w:start w:val="1"/>
      <w:numFmt w:val="decimal"/>
      <w:lvlText w:val="%1"/>
      <w:lvlJc w:val="left"/>
      <w:pPr>
        <w:tabs>
          <w:tab w:val="num" w:pos="794"/>
        </w:tabs>
        <w:ind w:left="794" w:hanging="794"/>
      </w:pPr>
    </w:lvl>
  </w:abstractNum>
  <w:abstractNum w:abstractNumId="20">
    <w:nsid w:val="58CA7AF4"/>
    <w:multiLevelType w:val="multilevel"/>
    <w:tmpl w:val="F0ACA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0274B1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>
    <w:nsid w:val="61734CE7"/>
    <w:multiLevelType w:val="hybridMultilevel"/>
    <w:tmpl w:val="E2FEB1D4"/>
    <w:lvl w:ilvl="0" w:tplc="0809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  <w:rPr>
        <w:rFonts w:cs="Times New Roman" w:hint="default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23">
    <w:nsid w:val="697D205F"/>
    <w:multiLevelType w:val="hybridMultilevel"/>
    <w:tmpl w:val="138C33D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DC4584F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>
    <w:nsid w:val="6EC265D1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>
    <w:nsid w:val="71DE2171"/>
    <w:multiLevelType w:val="hybridMultilevel"/>
    <w:tmpl w:val="3EAEECC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B844DBD"/>
    <w:multiLevelType w:val="multilevel"/>
    <w:tmpl w:val="B464E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C732AD2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>
    <w:nsid w:val="7FD73F5F"/>
    <w:multiLevelType w:val="singleLevel"/>
    <w:tmpl w:val="B6DA775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</w:abstractNum>
  <w:num w:numId="1">
    <w:abstractNumId w:val="29"/>
  </w:num>
  <w:num w:numId="2">
    <w:abstractNumId w:val="11"/>
  </w:num>
  <w:num w:numId="3">
    <w:abstractNumId w:val="29"/>
    <w:lvlOverride w:ilvl="0">
      <w:startOverride w:val="1"/>
    </w:lvlOverride>
  </w:num>
  <w:num w:numId="4">
    <w:abstractNumId w:val="12"/>
  </w:num>
  <w:num w:numId="5">
    <w:abstractNumId w:val="19"/>
  </w:num>
  <w:num w:numId="6">
    <w:abstractNumId w:val="11"/>
  </w:num>
  <w:num w:numId="7">
    <w:abstractNumId w:val="12"/>
  </w:num>
  <w:num w:numId="8">
    <w:abstractNumId w:val="12"/>
    <w:lvlOverride w:ilvl="0">
      <w:startOverride w:val="1"/>
    </w:lvlOverride>
  </w:num>
  <w:num w:numId="9">
    <w:abstractNumId w:val="26"/>
  </w:num>
  <w:num w:numId="10">
    <w:abstractNumId w:val="2"/>
  </w:num>
  <w:num w:numId="11">
    <w:abstractNumId w:val="27"/>
  </w:num>
  <w:num w:numId="12">
    <w:abstractNumId w:val="1"/>
  </w:num>
  <w:num w:numId="13">
    <w:abstractNumId w:val="17"/>
  </w:num>
  <w:num w:numId="14">
    <w:abstractNumId w:val="16"/>
  </w:num>
  <w:num w:numId="15">
    <w:abstractNumId w:val="6"/>
  </w:num>
  <w:num w:numId="16">
    <w:abstractNumId w:val="3"/>
  </w:num>
  <w:num w:numId="17">
    <w:abstractNumId w:val="8"/>
  </w:num>
  <w:num w:numId="18">
    <w:abstractNumId w:val="9"/>
  </w:num>
  <w:num w:numId="19">
    <w:abstractNumId w:val="0"/>
  </w:num>
  <w:num w:numId="20">
    <w:abstractNumId w:val="21"/>
  </w:num>
  <w:num w:numId="21">
    <w:abstractNumId w:val="24"/>
  </w:num>
  <w:num w:numId="22">
    <w:abstractNumId w:val="15"/>
  </w:num>
  <w:num w:numId="23">
    <w:abstractNumId w:val="28"/>
  </w:num>
  <w:num w:numId="24">
    <w:abstractNumId w:val="25"/>
  </w:num>
  <w:num w:numId="25">
    <w:abstractNumId w:val="10"/>
  </w:num>
  <w:num w:numId="26">
    <w:abstractNumId w:val="5"/>
  </w:num>
  <w:num w:numId="27">
    <w:abstractNumId w:val="18"/>
  </w:num>
  <w:num w:numId="28">
    <w:abstractNumId w:val="14"/>
  </w:num>
  <w:num w:numId="29">
    <w:abstractNumId w:val="20"/>
  </w:num>
  <w:num w:numId="30">
    <w:abstractNumId w:val="13"/>
  </w:num>
  <w:num w:numId="31">
    <w:abstractNumId w:val="7"/>
  </w:num>
  <w:num w:numId="32">
    <w:abstractNumId w:val="22"/>
  </w:num>
  <w:num w:numId="33">
    <w:abstractNumId w:val="23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E3"/>
    <w:rsid w:val="000168B4"/>
    <w:rsid w:val="00022FC9"/>
    <w:rsid w:val="000264CF"/>
    <w:rsid w:val="00027070"/>
    <w:rsid w:val="000321C5"/>
    <w:rsid w:val="000533C7"/>
    <w:rsid w:val="00055067"/>
    <w:rsid w:val="00055FFA"/>
    <w:rsid w:val="000600DD"/>
    <w:rsid w:val="0006139C"/>
    <w:rsid w:val="00063D1D"/>
    <w:rsid w:val="00083065"/>
    <w:rsid w:val="000A1868"/>
    <w:rsid w:val="000A1EB4"/>
    <w:rsid w:val="000A5E89"/>
    <w:rsid w:val="000B0E9A"/>
    <w:rsid w:val="000D0820"/>
    <w:rsid w:val="000E0849"/>
    <w:rsid w:val="000E35F4"/>
    <w:rsid w:val="000F5951"/>
    <w:rsid w:val="000F7C63"/>
    <w:rsid w:val="00132C9E"/>
    <w:rsid w:val="00133EED"/>
    <w:rsid w:val="00134BEB"/>
    <w:rsid w:val="00177CF4"/>
    <w:rsid w:val="00183232"/>
    <w:rsid w:val="0018348B"/>
    <w:rsid w:val="00197293"/>
    <w:rsid w:val="001C3D83"/>
    <w:rsid w:val="001F28BF"/>
    <w:rsid w:val="001F3F59"/>
    <w:rsid w:val="001F43A7"/>
    <w:rsid w:val="00201944"/>
    <w:rsid w:val="002149C9"/>
    <w:rsid w:val="002161AF"/>
    <w:rsid w:val="00223C73"/>
    <w:rsid w:val="00225727"/>
    <w:rsid w:val="00242180"/>
    <w:rsid w:val="00247AB6"/>
    <w:rsid w:val="00250EE4"/>
    <w:rsid w:val="002540A1"/>
    <w:rsid w:val="00276830"/>
    <w:rsid w:val="00276E96"/>
    <w:rsid w:val="002B39A2"/>
    <w:rsid w:val="002C72F7"/>
    <w:rsid w:val="00314558"/>
    <w:rsid w:val="00330E8F"/>
    <w:rsid w:val="0035040B"/>
    <w:rsid w:val="003567CF"/>
    <w:rsid w:val="0036055B"/>
    <w:rsid w:val="00373477"/>
    <w:rsid w:val="00391815"/>
    <w:rsid w:val="003A0FD3"/>
    <w:rsid w:val="003B2835"/>
    <w:rsid w:val="003C2006"/>
    <w:rsid w:val="003E1009"/>
    <w:rsid w:val="003E5FF3"/>
    <w:rsid w:val="003F58DB"/>
    <w:rsid w:val="0040493E"/>
    <w:rsid w:val="004268B1"/>
    <w:rsid w:val="004541CE"/>
    <w:rsid w:val="00466EE7"/>
    <w:rsid w:val="0047332D"/>
    <w:rsid w:val="00475537"/>
    <w:rsid w:val="00480E04"/>
    <w:rsid w:val="004875E8"/>
    <w:rsid w:val="004B6396"/>
    <w:rsid w:val="004B7F11"/>
    <w:rsid w:val="004D73C2"/>
    <w:rsid w:val="004E2073"/>
    <w:rsid w:val="004F7D2E"/>
    <w:rsid w:val="00521D91"/>
    <w:rsid w:val="00522D5E"/>
    <w:rsid w:val="0052749E"/>
    <w:rsid w:val="00551B61"/>
    <w:rsid w:val="00556EB3"/>
    <w:rsid w:val="00563370"/>
    <w:rsid w:val="0056780F"/>
    <w:rsid w:val="00575381"/>
    <w:rsid w:val="00580AE7"/>
    <w:rsid w:val="00581069"/>
    <w:rsid w:val="005A1B82"/>
    <w:rsid w:val="005A2D68"/>
    <w:rsid w:val="005B2BE3"/>
    <w:rsid w:val="005C3716"/>
    <w:rsid w:val="005C3983"/>
    <w:rsid w:val="005D24D7"/>
    <w:rsid w:val="005D4844"/>
    <w:rsid w:val="005D6EFF"/>
    <w:rsid w:val="005F6A1C"/>
    <w:rsid w:val="006055A6"/>
    <w:rsid w:val="00622ACD"/>
    <w:rsid w:val="00632729"/>
    <w:rsid w:val="006368EB"/>
    <w:rsid w:val="0065072E"/>
    <w:rsid w:val="00650F55"/>
    <w:rsid w:val="00654D32"/>
    <w:rsid w:val="0066418A"/>
    <w:rsid w:val="00665C54"/>
    <w:rsid w:val="00666583"/>
    <w:rsid w:val="00675426"/>
    <w:rsid w:val="00680141"/>
    <w:rsid w:val="00692400"/>
    <w:rsid w:val="00692C3E"/>
    <w:rsid w:val="006A17BB"/>
    <w:rsid w:val="006B348E"/>
    <w:rsid w:val="006C007D"/>
    <w:rsid w:val="006C7F1B"/>
    <w:rsid w:val="006E1258"/>
    <w:rsid w:val="00711E4F"/>
    <w:rsid w:val="007126F6"/>
    <w:rsid w:val="007703B1"/>
    <w:rsid w:val="007716B7"/>
    <w:rsid w:val="007761D2"/>
    <w:rsid w:val="00780AD6"/>
    <w:rsid w:val="007C3897"/>
    <w:rsid w:val="007E081D"/>
    <w:rsid w:val="007F4827"/>
    <w:rsid w:val="00805FF5"/>
    <w:rsid w:val="0082164E"/>
    <w:rsid w:val="00822017"/>
    <w:rsid w:val="00826572"/>
    <w:rsid w:val="008277CB"/>
    <w:rsid w:val="00856DEB"/>
    <w:rsid w:val="00866B7C"/>
    <w:rsid w:val="00870CEC"/>
    <w:rsid w:val="008B516F"/>
    <w:rsid w:val="008D2AB5"/>
    <w:rsid w:val="008F3F68"/>
    <w:rsid w:val="00907862"/>
    <w:rsid w:val="009127A7"/>
    <w:rsid w:val="00920C89"/>
    <w:rsid w:val="009236F2"/>
    <w:rsid w:val="00937E3B"/>
    <w:rsid w:val="00962B32"/>
    <w:rsid w:val="009659C6"/>
    <w:rsid w:val="00966250"/>
    <w:rsid w:val="00973DDF"/>
    <w:rsid w:val="009A035B"/>
    <w:rsid w:val="009A56BF"/>
    <w:rsid w:val="009C1FE6"/>
    <w:rsid w:val="009C57F5"/>
    <w:rsid w:val="009C5F43"/>
    <w:rsid w:val="009F724E"/>
    <w:rsid w:val="00A0062F"/>
    <w:rsid w:val="00A033FD"/>
    <w:rsid w:val="00A12E92"/>
    <w:rsid w:val="00A13A0E"/>
    <w:rsid w:val="00A13D47"/>
    <w:rsid w:val="00A2344E"/>
    <w:rsid w:val="00A31167"/>
    <w:rsid w:val="00A33C51"/>
    <w:rsid w:val="00A41CB2"/>
    <w:rsid w:val="00A50BEF"/>
    <w:rsid w:val="00A600E2"/>
    <w:rsid w:val="00A6299B"/>
    <w:rsid w:val="00A65F18"/>
    <w:rsid w:val="00A80DA6"/>
    <w:rsid w:val="00A84F81"/>
    <w:rsid w:val="00A871CF"/>
    <w:rsid w:val="00AA1F6E"/>
    <w:rsid w:val="00AA2C5E"/>
    <w:rsid w:val="00AA5A06"/>
    <w:rsid w:val="00AA76D3"/>
    <w:rsid w:val="00AB2858"/>
    <w:rsid w:val="00AB4B93"/>
    <w:rsid w:val="00AC52FF"/>
    <w:rsid w:val="00AD5019"/>
    <w:rsid w:val="00AE56C3"/>
    <w:rsid w:val="00AF4ED3"/>
    <w:rsid w:val="00B1106E"/>
    <w:rsid w:val="00B2093B"/>
    <w:rsid w:val="00B36BE6"/>
    <w:rsid w:val="00B4457D"/>
    <w:rsid w:val="00B5222A"/>
    <w:rsid w:val="00B563CF"/>
    <w:rsid w:val="00B63BB5"/>
    <w:rsid w:val="00B83BCA"/>
    <w:rsid w:val="00B93AD4"/>
    <w:rsid w:val="00BD3B3A"/>
    <w:rsid w:val="00BD3B78"/>
    <w:rsid w:val="00BE6A56"/>
    <w:rsid w:val="00BF1D94"/>
    <w:rsid w:val="00BF27F0"/>
    <w:rsid w:val="00BF67B6"/>
    <w:rsid w:val="00C15292"/>
    <w:rsid w:val="00C27989"/>
    <w:rsid w:val="00C354DD"/>
    <w:rsid w:val="00C3593C"/>
    <w:rsid w:val="00C4355F"/>
    <w:rsid w:val="00C573D7"/>
    <w:rsid w:val="00C81606"/>
    <w:rsid w:val="00C92361"/>
    <w:rsid w:val="00CA5194"/>
    <w:rsid w:val="00CB1C76"/>
    <w:rsid w:val="00CB4449"/>
    <w:rsid w:val="00CC6469"/>
    <w:rsid w:val="00CE1899"/>
    <w:rsid w:val="00CF3B01"/>
    <w:rsid w:val="00D063B6"/>
    <w:rsid w:val="00D21EB7"/>
    <w:rsid w:val="00D2699E"/>
    <w:rsid w:val="00D34874"/>
    <w:rsid w:val="00D35BF4"/>
    <w:rsid w:val="00D66949"/>
    <w:rsid w:val="00D66F36"/>
    <w:rsid w:val="00D7119C"/>
    <w:rsid w:val="00D7738C"/>
    <w:rsid w:val="00D92100"/>
    <w:rsid w:val="00D92290"/>
    <w:rsid w:val="00D97D7D"/>
    <w:rsid w:val="00DA7171"/>
    <w:rsid w:val="00DB539D"/>
    <w:rsid w:val="00DC76D7"/>
    <w:rsid w:val="00DC7819"/>
    <w:rsid w:val="00DD1239"/>
    <w:rsid w:val="00DD2766"/>
    <w:rsid w:val="00DF55F9"/>
    <w:rsid w:val="00E05A4D"/>
    <w:rsid w:val="00E109DE"/>
    <w:rsid w:val="00E17F8A"/>
    <w:rsid w:val="00E31C43"/>
    <w:rsid w:val="00E44DE2"/>
    <w:rsid w:val="00E538E9"/>
    <w:rsid w:val="00E55C6C"/>
    <w:rsid w:val="00E817D5"/>
    <w:rsid w:val="00EB46F8"/>
    <w:rsid w:val="00EE58CE"/>
    <w:rsid w:val="00EF3BF8"/>
    <w:rsid w:val="00EF60B8"/>
    <w:rsid w:val="00F14BBD"/>
    <w:rsid w:val="00F24ED3"/>
    <w:rsid w:val="00F44B48"/>
    <w:rsid w:val="00F4649D"/>
    <w:rsid w:val="00F55024"/>
    <w:rsid w:val="00F63F75"/>
    <w:rsid w:val="00F91016"/>
    <w:rsid w:val="00F93E8A"/>
    <w:rsid w:val="00FF0CC7"/>
    <w:rsid w:val="00FF5426"/>
    <w:rsid w:val="00FF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4EAB786-69CE-4551-AB56-C2458B048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F55"/>
    <w:pPr>
      <w:spacing w:after="240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rFonts w:ascii="Helvetica" w:hAnsi="Helvetica"/>
      <w:b/>
      <w:kern w:val="32"/>
      <w:sz w:val="32"/>
    </w:rPr>
  </w:style>
  <w:style w:type="paragraph" w:styleId="Titre2">
    <w:name w:val="heading 2"/>
    <w:basedOn w:val="Normal"/>
    <w:next w:val="Normal"/>
    <w:qFormat/>
    <w:rsid w:val="00AE56C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276E9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4F7D2E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rsid w:val="004F7D2E"/>
    <w:pPr>
      <w:tabs>
        <w:tab w:val="center" w:pos="4153"/>
        <w:tab w:val="right" w:pos="8306"/>
      </w:tabs>
    </w:pPr>
  </w:style>
  <w:style w:type="paragraph" w:customStyle="1" w:styleId="Details">
    <w:name w:val="Details"/>
    <w:basedOn w:val="Normal"/>
    <w:rsid w:val="00A31167"/>
    <w:pPr>
      <w:spacing w:after="40"/>
    </w:pPr>
  </w:style>
  <w:style w:type="paragraph" w:customStyle="1" w:styleId="NormalSmall">
    <w:name w:val="Normal Small"/>
    <w:basedOn w:val="Normal"/>
    <w:rsid w:val="004F7D2E"/>
    <w:pPr>
      <w:spacing w:after="60"/>
    </w:pPr>
    <w:rPr>
      <w:noProof/>
      <w:sz w:val="20"/>
    </w:rPr>
  </w:style>
  <w:style w:type="character" w:customStyle="1" w:styleId="Titre3Car">
    <w:name w:val="Titre 3 Car"/>
    <w:link w:val="Titre3"/>
    <w:locked/>
    <w:rsid w:val="00DC7819"/>
    <w:rPr>
      <w:rFonts w:ascii="Arial" w:hAnsi="Arial" w:cs="Arial"/>
      <w:b/>
      <w:bCs/>
      <w:sz w:val="26"/>
      <w:szCs w:val="26"/>
    </w:rPr>
  </w:style>
  <w:style w:type="character" w:customStyle="1" w:styleId="En-tteCar">
    <w:name w:val="En-tête Car"/>
    <w:link w:val="En-tte"/>
    <w:uiPriority w:val="99"/>
    <w:rsid w:val="006055A6"/>
    <w:rPr>
      <w:rFonts w:ascii="Arial" w:hAnsi="Arial"/>
      <w:sz w:val="24"/>
    </w:rPr>
  </w:style>
  <w:style w:type="paragraph" w:styleId="Textedebulles">
    <w:name w:val="Balloon Text"/>
    <w:basedOn w:val="Normal"/>
    <w:link w:val="TextedebullesCar"/>
    <w:rsid w:val="006055A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055A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rsid w:val="005B2BE3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rsid w:val="004268B1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2421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.PITTIRIVERA@AFDB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DFIDTemplateFolder\DFID%20Minu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B97DA-94F0-4A6E-8D0B-FC5C757E2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DFID Minute.dot</Template>
  <TotalTime>28</TotalTime>
  <Pages>1</Pages>
  <Words>156</Words>
  <Characters>864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DFID Minute</vt:lpstr>
      <vt:lpstr>DFID Minute</vt:lpstr>
    </vt:vector>
  </TitlesOfParts>
  <Company>Department for International Development (DFID)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DFID Minute</dc:title>
  <dc:creator>Duncan Hart</dc:creator>
  <cp:lastModifiedBy>BAKIR, WIEM</cp:lastModifiedBy>
  <cp:revision>4</cp:revision>
  <cp:lastPrinted>2006-03-21T12:02:00Z</cp:lastPrinted>
  <dcterms:created xsi:type="dcterms:W3CDTF">2015-02-13T12:28:00Z</dcterms:created>
  <dcterms:modified xsi:type="dcterms:W3CDTF">2015-02-13T12:59:00Z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usiness Document Type">
    <vt:lpwstr>Correspondence</vt:lpwstr>
  </property>
</Properties>
</file>